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B35B7C">
      <w:pPr>
        <w:jc w:val="center"/>
        <w:divId w:val="922302431"/>
        <w:rPr>
          <w:rFonts w:ascii="宋体" w:hAnsi="宋体"/>
          <w:bCs/>
          <w:sz w:val="24"/>
          <w:u w:val="single"/>
        </w:rPr>
      </w:pPr>
      <w:r>
        <w:rPr>
          <w:rFonts w:ascii="黑体" w:eastAsia="黑体" w:hAnsi="宋体" w:hint="eastAsia"/>
          <w:bCs/>
          <w:sz w:val="30"/>
          <w:szCs w:val="30"/>
        </w:rPr>
        <w:t>安徽建筑大学毕业设计（论文）过程检查记录表</w:t>
      </w:r>
    </w:p>
    <w:tbl>
      <w:tblPr>
        <w:tblW w:w="8880" w:type="dxa"/>
        <w:tblInd w:w="2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1602"/>
        <w:gridCol w:w="710"/>
        <w:gridCol w:w="625"/>
        <w:gridCol w:w="1261"/>
        <w:gridCol w:w="215"/>
        <w:gridCol w:w="1440"/>
        <w:gridCol w:w="818"/>
        <w:gridCol w:w="32"/>
        <w:gridCol w:w="2177"/>
      </w:tblGrid>
      <w:tr w:rsidR="00000000">
        <w:trPr>
          <w:divId w:val="922302431"/>
          <w:trHeight w:val="612"/>
        </w:trPr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B35B7C">
            <w:pPr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题</w:t>
            </w:r>
            <w:r>
              <w:rPr>
                <w:rFonts w:ascii="宋体" w:hAnsi="宋体" w:hint="eastAsia"/>
                <w:bCs/>
                <w:sz w:val="24"/>
              </w:rPr>
              <w:t xml:space="preserve">  </w:t>
            </w:r>
            <w:r>
              <w:rPr>
                <w:rFonts w:ascii="宋体" w:hAnsi="宋体" w:hint="eastAsia"/>
                <w:bCs/>
                <w:sz w:val="24"/>
              </w:rPr>
              <w:t>目</w:t>
            </w:r>
          </w:p>
        </w:tc>
        <w:tc>
          <w:tcPr>
            <w:tcW w:w="72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B35B7C">
            <w:pPr>
              <w:rPr>
                <w:rFonts w:ascii="宋体" w:hAnsi="宋体"/>
                <w:bCs/>
                <w:color w:val="FF0000"/>
                <w:szCs w:val="21"/>
              </w:rPr>
            </w:pPr>
            <w:r>
              <w:rPr>
                <w:rFonts w:ascii="宋体" w:hAnsi="宋体" w:cs="方正小标宋简体" w:hint="eastAsia"/>
                <w:color w:val="FF0000"/>
                <w:szCs w:val="21"/>
              </w:rPr>
              <w:t>（五号，宋体，左对齐）</w:t>
            </w:r>
          </w:p>
        </w:tc>
      </w:tr>
      <w:tr w:rsidR="00000000">
        <w:trPr>
          <w:divId w:val="922302431"/>
          <w:trHeight w:val="605"/>
        </w:trPr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B35B7C">
            <w:pPr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学生姓名</w:t>
            </w:r>
          </w:p>
        </w:tc>
        <w:tc>
          <w:tcPr>
            <w:tcW w:w="1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B35B7C">
            <w:pPr>
              <w:jc w:val="center"/>
              <w:rPr>
                <w:rFonts w:ascii="宋体" w:hAnsi="宋体"/>
                <w:bCs/>
                <w:color w:val="FF0000"/>
                <w:szCs w:val="21"/>
              </w:rPr>
            </w:pPr>
            <w:r>
              <w:rPr>
                <w:rFonts w:ascii="宋体" w:hAnsi="宋体" w:cs="方正小标宋简体" w:hint="eastAsia"/>
                <w:color w:val="FF0000"/>
                <w:szCs w:val="21"/>
              </w:rPr>
              <w:t>（五号，宋体，居中）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B35B7C">
            <w:pPr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班级学号</w:t>
            </w:r>
          </w:p>
        </w:tc>
        <w:tc>
          <w:tcPr>
            <w:tcW w:w="1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B35B7C"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cs="方正小标宋简体" w:hint="eastAsia"/>
                <w:szCs w:val="21"/>
              </w:rPr>
              <w:t>（</w:t>
            </w:r>
            <w:r>
              <w:rPr>
                <w:szCs w:val="21"/>
              </w:rPr>
              <w:t>Times New Roman</w:t>
            </w:r>
            <w:r>
              <w:rPr>
                <w:rFonts w:ascii="宋体" w:hAnsi="宋体" w:cs="方正小标宋简体" w:hint="eastAsia"/>
                <w:szCs w:val="21"/>
              </w:rPr>
              <w:t>）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B35B7C">
            <w:pPr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专业</w:t>
            </w: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B35B7C">
            <w:pPr>
              <w:rPr>
                <w:rFonts w:ascii="宋体" w:hAnsi="宋体"/>
                <w:bCs/>
                <w:color w:val="FF0000"/>
                <w:szCs w:val="21"/>
              </w:rPr>
            </w:pPr>
            <w:r>
              <w:rPr>
                <w:rFonts w:ascii="宋体" w:hAnsi="宋体" w:cs="方正小标宋简体" w:hint="eastAsia"/>
                <w:color w:val="FF0000"/>
                <w:szCs w:val="21"/>
              </w:rPr>
              <w:t>（五号，宋体，居中）</w:t>
            </w:r>
          </w:p>
        </w:tc>
      </w:tr>
      <w:tr w:rsidR="00000000">
        <w:trPr>
          <w:divId w:val="922302431"/>
          <w:trHeight w:val="613"/>
        </w:trPr>
        <w:tc>
          <w:tcPr>
            <w:tcW w:w="23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B35B7C">
            <w:pPr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指导教师姓名</w:t>
            </w:r>
          </w:p>
        </w:tc>
        <w:tc>
          <w:tcPr>
            <w:tcW w:w="2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B35B7C">
            <w:pPr>
              <w:jc w:val="center"/>
              <w:rPr>
                <w:rFonts w:ascii="宋体" w:hAnsi="宋体"/>
                <w:bCs/>
                <w:color w:val="FF0000"/>
                <w:szCs w:val="21"/>
              </w:rPr>
            </w:pPr>
            <w:r>
              <w:rPr>
                <w:rFonts w:ascii="宋体" w:hAnsi="宋体" w:cs="方正小标宋简体" w:hint="eastAsia"/>
                <w:color w:val="FF0000"/>
                <w:szCs w:val="21"/>
              </w:rPr>
              <w:t>（五号，宋体，居中）</w:t>
            </w:r>
          </w:p>
        </w:tc>
        <w:tc>
          <w:tcPr>
            <w:tcW w:w="2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B35B7C">
            <w:pPr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指导教师职称</w:t>
            </w:r>
          </w:p>
        </w:tc>
        <w:tc>
          <w:tcPr>
            <w:tcW w:w="22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B35B7C">
            <w:pPr>
              <w:jc w:val="center"/>
              <w:rPr>
                <w:rFonts w:ascii="宋体" w:hAnsi="宋体"/>
                <w:bCs/>
                <w:color w:val="FF0000"/>
                <w:sz w:val="24"/>
              </w:rPr>
            </w:pPr>
            <w:r>
              <w:rPr>
                <w:rFonts w:ascii="宋体" w:hAnsi="宋体" w:cs="方正小标宋简体" w:hint="eastAsia"/>
                <w:color w:val="FF0000"/>
                <w:szCs w:val="21"/>
              </w:rPr>
              <w:t>（五号，宋体，居中）</w:t>
            </w:r>
          </w:p>
        </w:tc>
      </w:tr>
      <w:tr w:rsidR="00000000">
        <w:trPr>
          <w:divId w:val="922302431"/>
          <w:trHeight w:val="628"/>
        </w:trPr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B35B7C">
            <w:pPr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日</w:t>
            </w:r>
            <w:r>
              <w:rPr>
                <w:rFonts w:ascii="宋体" w:hAnsi="宋体" w:hint="eastAsia"/>
                <w:bCs/>
                <w:sz w:val="24"/>
              </w:rPr>
              <w:t xml:space="preserve"> </w:t>
            </w:r>
            <w:r>
              <w:rPr>
                <w:rFonts w:ascii="宋体" w:hAnsi="宋体" w:hint="eastAsia"/>
                <w:bCs/>
                <w:sz w:val="24"/>
              </w:rPr>
              <w:t>期</w:t>
            </w:r>
          </w:p>
        </w:tc>
        <w:tc>
          <w:tcPr>
            <w:tcW w:w="72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B35B7C">
            <w:pPr>
              <w:ind w:firstLineChars="900" w:firstLine="2160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指</w:t>
            </w:r>
            <w:r>
              <w:rPr>
                <w:rFonts w:ascii="宋体" w:hAnsi="宋体" w:hint="eastAsia"/>
                <w:bCs/>
                <w:sz w:val="24"/>
              </w:rPr>
              <w:t xml:space="preserve">   </w:t>
            </w:r>
            <w:r>
              <w:rPr>
                <w:rFonts w:ascii="宋体" w:hAnsi="宋体" w:hint="eastAsia"/>
                <w:bCs/>
                <w:sz w:val="24"/>
              </w:rPr>
              <w:t>导</w:t>
            </w:r>
            <w:r>
              <w:rPr>
                <w:rFonts w:ascii="宋体" w:hAnsi="宋体" w:hint="eastAsia"/>
                <w:bCs/>
                <w:sz w:val="24"/>
              </w:rPr>
              <w:t xml:space="preserve">   </w:t>
            </w:r>
            <w:r>
              <w:rPr>
                <w:rFonts w:ascii="宋体" w:hAnsi="宋体" w:hint="eastAsia"/>
                <w:bCs/>
                <w:sz w:val="24"/>
              </w:rPr>
              <w:t>记</w:t>
            </w:r>
            <w:r>
              <w:rPr>
                <w:rFonts w:ascii="宋体" w:hAnsi="宋体" w:hint="eastAsia"/>
                <w:bCs/>
                <w:sz w:val="24"/>
              </w:rPr>
              <w:t xml:space="preserve">   </w:t>
            </w:r>
            <w:r>
              <w:rPr>
                <w:rFonts w:ascii="宋体" w:hAnsi="宋体" w:hint="eastAsia"/>
                <w:bCs/>
                <w:sz w:val="24"/>
              </w:rPr>
              <w:t>录</w:t>
            </w:r>
          </w:p>
        </w:tc>
      </w:tr>
      <w:tr w:rsidR="00000000">
        <w:trPr>
          <w:divId w:val="922302431"/>
          <w:trHeight w:val="628"/>
        </w:trPr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B35B7C">
            <w:pPr>
              <w:jc w:val="center"/>
              <w:rPr>
                <w:bCs/>
                <w:color w:val="FF0000"/>
                <w:szCs w:val="21"/>
              </w:rPr>
            </w:pPr>
            <w:r>
              <w:rPr>
                <w:rFonts w:ascii="宋体" w:hAnsi="宋体" w:cs="方正小标宋简体" w:hint="eastAsia"/>
                <w:color w:val="FF0000"/>
                <w:szCs w:val="21"/>
              </w:rPr>
              <w:t>（</w:t>
            </w:r>
            <w:r>
              <w:rPr>
                <w:color w:val="FF0000"/>
                <w:szCs w:val="21"/>
              </w:rPr>
              <w:t>Times New Roman</w:t>
            </w:r>
            <w:r>
              <w:rPr>
                <w:rFonts w:hint="eastAsia"/>
                <w:color w:val="FF0000"/>
                <w:szCs w:val="21"/>
              </w:rPr>
              <w:t>，居中</w:t>
            </w:r>
            <w:r>
              <w:rPr>
                <w:rFonts w:ascii="宋体" w:hAnsi="宋体" w:cs="方正小标宋简体" w:hint="eastAsia"/>
                <w:color w:val="FF0000"/>
                <w:szCs w:val="21"/>
              </w:rPr>
              <w:t>）</w:t>
            </w:r>
          </w:p>
        </w:tc>
        <w:tc>
          <w:tcPr>
            <w:tcW w:w="72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35B7C">
            <w:pPr>
              <w:rPr>
                <w:rFonts w:ascii="宋体" w:hAnsi="宋体" w:cs="方正小标宋简体"/>
                <w:color w:val="FF0000"/>
                <w:szCs w:val="21"/>
              </w:rPr>
            </w:pPr>
            <w:r>
              <w:rPr>
                <w:rFonts w:ascii="宋体" w:hAnsi="宋体" w:cs="方正小标宋简体" w:hint="eastAsia"/>
                <w:color w:val="FF0000"/>
                <w:szCs w:val="21"/>
              </w:rPr>
              <w:t>（五号，宋体，左对齐）</w:t>
            </w:r>
          </w:p>
          <w:p w:rsidR="00000000" w:rsidRDefault="00B35B7C">
            <w:pPr>
              <w:rPr>
                <w:rFonts w:ascii="宋体" w:hAnsi="宋体" w:cs="方正小标宋简体" w:hint="eastAsia"/>
                <w:color w:val="FF0000"/>
                <w:szCs w:val="21"/>
              </w:rPr>
            </w:pPr>
          </w:p>
          <w:p w:rsidR="00000000" w:rsidRDefault="00B35B7C">
            <w:pPr>
              <w:rPr>
                <w:rFonts w:ascii="宋体" w:hAnsi="宋体" w:cs="方正小标宋简体"/>
                <w:color w:val="FF0000"/>
                <w:szCs w:val="21"/>
              </w:rPr>
            </w:pPr>
          </w:p>
        </w:tc>
      </w:tr>
      <w:tr w:rsidR="00000000">
        <w:trPr>
          <w:divId w:val="922302431"/>
          <w:trHeight w:val="628"/>
        </w:trPr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B35B7C"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72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35B7C"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  <w:p w:rsidR="00000000" w:rsidRDefault="00B35B7C"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  <w:p w:rsidR="00000000" w:rsidRDefault="00B35B7C"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 w:rsidR="00000000">
        <w:trPr>
          <w:divId w:val="922302431"/>
          <w:trHeight w:val="628"/>
        </w:trPr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B35B7C"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72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35B7C"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  <w:p w:rsidR="00000000" w:rsidRDefault="00B35B7C"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 w:rsidR="00000000">
        <w:trPr>
          <w:divId w:val="922302431"/>
          <w:trHeight w:val="628"/>
        </w:trPr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B35B7C"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72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35B7C"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  <w:p w:rsidR="00000000" w:rsidRDefault="00B35B7C"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  <w:p w:rsidR="00000000" w:rsidRDefault="00B35B7C"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 w:rsidR="00000000">
        <w:trPr>
          <w:divId w:val="922302431"/>
          <w:trHeight w:val="628"/>
        </w:trPr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B35B7C"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72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35B7C"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  <w:p w:rsidR="00000000" w:rsidRDefault="00B35B7C"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  <w:p w:rsidR="00000000" w:rsidRDefault="00B35B7C"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 w:rsidR="00000000">
        <w:trPr>
          <w:divId w:val="922302431"/>
          <w:trHeight w:val="628"/>
        </w:trPr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B35B7C"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72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35B7C"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  <w:p w:rsidR="00000000" w:rsidRDefault="00B35B7C"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  <w:p w:rsidR="00000000" w:rsidRDefault="00B35B7C"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 w:rsidR="00000000">
        <w:trPr>
          <w:divId w:val="922302431"/>
          <w:trHeight w:val="628"/>
        </w:trPr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B35B7C"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72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35B7C"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  <w:p w:rsidR="00000000" w:rsidRDefault="00B35B7C"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  <w:p w:rsidR="00000000" w:rsidRDefault="00B35B7C"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 w:rsidR="00000000">
        <w:trPr>
          <w:divId w:val="922302431"/>
          <w:trHeight w:val="628"/>
        </w:trPr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B35B7C"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72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35B7C"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  <w:p w:rsidR="00000000" w:rsidRDefault="00B35B7C"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  <w:p w:rsidR="00000000" w:rsidRDefault="00B35B7C"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 w:rsidR="00000000">
        <w:trPr>
          <w:divId w:val="922302431"/>
          <w:trHeight w:val="628"/>
        </w:trPr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B35B7C"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72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35B7C"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  <w:p w:rsidR="00000000" w:rsidRDefault="00B35B7C"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  <w:p w:rsidR="00000000" w:rsidRDefault="00B35B7C"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 w:rsidR="00000000">
        <w:trPr>
          <w:divId w:val="922302431"/>
          <w:trHeight w:val="628"/>
        </w:trPr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B35B7C"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72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35B7C"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  <w:p w:rsidR="00000000" w:rsidRDefault="00B35B7C"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  <w:p w:rsidR="00000000" w:rsidRDefault="00B35B7C"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 w:rsidR="00000000">
        <w:trPr>
          <w:divId w:val="922302431"/>
          <w:trHeight w:val="628"/>
        </w:trPr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B35B7C"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72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35B7C"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  <w:p w:rsidR="00000000" w:rsidRDefault="00B35B7C"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  <w:p w:rsidR="00000000" w:rsidRDefault="00B35B7C"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 w:rsidR="00000000">
        <w:trPr>
          <w:divId w:val="922302431"/>
          <w:trHeight w:val="628"/>
        </w:trPr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B35B7C"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72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35B7C"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  <w:p w:rsidR="00000000" w:rsidRDefault="00B35B7C"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  <w:p w:rsidR="00000000" w:rsidRDefault="00B35B7C"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 w:rsidR="00000000">
        <w:trPr>
          <w:divId w:val="922302431"/>
          <w:trHeight w:val="628"/>
        </w:trPr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B35B7C"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72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35B7C"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  <w:p w:rsidR="00000000" w:rsidRDefault="00B35B7C"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  <w:p w:rsidR="00000000" w:rsidRDefault="00B35B7C"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 w:rsidR="00000000">
        <w:trPr>
          <w:divId w:val="922302431"/>
          <w:trHeight w:val="628"/>
        </w:trPr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B35B7C"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72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35B7C"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  <w:p w:rsidR="00000000" w:rsidRDefault="00B35B7C"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  <w:p w:rsidR="00000000" w:rsidRDefault="00B35B7C"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 w:rsidR="00000000">
        <w:trPr>
          <w:divId w:val="922302431"/>
          <w:trHeight w:val="628"/>
        </w:trPr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B35B7C"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72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35B7C"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  <w:p w:rsidR="00000000" w:rsidRDefault="00B35B7C"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  <w:p w:rsidR="00000000" w:rsidRDefault="00B35B7C"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</w:tbl>
    <w:p w:rsidR="00B35B7C" w:rsidRDefault="00B35B7C">
      <w:pPr>
        <w:widowControl/>
        <w:jc w:val="left"/>
        <w:divId w:val="922302431"/>
        <w:rPr>
          <w:rFonts w:ascii="宋体" w:hAnsi="宋体" w:cs="宋体" w:hint="eastAsia"/>
          <w:kern w:val="0"/>
          <w:sz w:val="24"/>
        </w:rPr>
      </w:pPr>
    </w:p>
    <w:sectPr w:rsidR="00B35B7C">
      <w:pgSz w:w="11906" w:h="16838"/>
      <w:pgMar w:top="1440" w:right="1800" w:bottom="1440" w:left="1800" w:header="851" w:footer="992" w:gutter="0"/>
      <w:cols w:space="425"/>
      <w:docGrid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35B7C" w:rsidRDefault="00B35B7C" w:rsidP="00C31F5A">
      <w:r>
        <w:separator/>
      </w:r>
    </w:p>
  </w:endnote>
  <w:endnote w:type="continuationSeparator" w:id="1">
    <w:p w:rsidR="00B35B7C" w:rsidRDefault="00B35B7C" w:rsidP="00C31F5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35B7C" w:rsidRDefault="00B35B7C" w:rsidP="00C31F5A">
      <w:r>
        <w:separator/>
      </w:r>
    </w:p>
  </w:footnote>
  <w:footnote w:type="continuationSeparator" w:id="1">
    <w:p w:rsidR="00B35B7C" w:rsidRDefault="00B35B7C" w:rsidP="00C31F5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attachedTemplate r:id="rId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31F5A"/>
    <w:rsid w:val="00B35B7C"/>
    <w:rsid w:val="00C31F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eastAsia="宋体"/>
      <w:kern w:val="2"/>
      <w:sz w:val="21"/>
      <w:szCs w:val="24"/>
    </w:rPr>
  </w:style>
  <w:style w:type="paragraph" w:styleId="3">
    <w:name w:val="heading 3"/>
    <w:basedOn w:val="a"/>
    <w:next w:val="a"/>
    <w:link w:val="3Char"/>
    <w:qFormat/>
    <w:pPr>
      <w:keepNext/>
      <w:keepLines/>
      <w:spacing w:before="260" w:after="260" w:line="408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locked/>
    <w:rPr>
      <w:rFonts w:ascii="宋体" w:eastAsia="宋体" w:hAnsi="宋体" w:hint="eastAsia"/>
      <w:b/>
      <w:bCs/>
      <w:kern w:val="2"/>
      <w:sz w:val="32"/>
      <w:szCs w:val="32"/>
      <w:lang w:val="en-US" w:eastAsia="zh-CN" w:bidi="ar-SA"/>
    </w:rPr>
  </w:style>
  <w:style w:type="paragraph" w:styleId="a3">
    <w:name w:val="header"/>
    <w:basedOn w:val="a"/>
    <w:link w:val="Char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locked/>
    <w:rPr>
      <w:rFonts w:ascii="宋体" w:eastAsia="宋体" w:hAnsi="宋体" w:hint="eastAsia"/>
      <w:kern w:val="2"/>
      <w:sz w:val="18"/>
      <w:szCs w:val="18"/>
    </w:rPr>
  </w:style>
  <w:style w:type="paragraph" w:styleId="a4">
    <w:name w:val="footer"/>
    <w:basedOn w:val="a"/>
    <w:link w:val="Char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locked/>
    <w:rPr>
      <w:rFonts w:ascii="宋体" w:eastAsia="宋体" w:hAnsi="宋体" w:hint="eastAsia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2302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218</Characters>
  <Application>Microsoft Office Word</Application>
  <DocSecurity>0</DocSecurity>
  <Lines>1</Lines>
  <Paragraphs>1</Paragraphs>
  <ScaleCrop>false</ScaleCrop>
  <Company>change</Company>
  <LinksUpToDate>false</LinksUpToDate>
  <CharactersWithSpaces>255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附件十：</dc:title>
  <dc:creator>change</dc:creator>
  <cp:lastModifiedBy>dell</cp:lastModifiedBy>
  <cp:revision>2</cp:revision>
  <dcterms:created xsi:type="dcterms:W3CDTF">2021-05-21T06:28:00Z</dcterms:created>
  <dcterms:modified xsi:type="dcterms:W3CDTF">2021-05-21T06:28:00Z</dcterms:modified>
</cp:coreProperties>
</file>