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34E" w:rsidRPr="00E4459B" w:rsidRDefault="0099734E" w:rsidP="00E4459B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s1026" type="#_x0000_t75" alt="379ef24e-631c-4e62-9d80-1a2fd9caf980" style="position:absolute;left:0;text-align:left;margin-left:0;margin-top:0;width:255.75pt;height:58.55pt;z-index:251658240;visibility:visible">
            <v:imagedata r:id="rId7" o:title=""/>
          </v:shape>
        </w:pict>
      </w:r>
    </w:p>
    <w:p w:rsidR="0099734E" w:rsidRPr="00E4459B" w:rsidRDefault="0099734E" w:rsidP="00E4459B"/>
    <w:p w:rsidR="0099734E" w:rsidRPr="00E4459B" w:rsidRDefault="0099734E" w:rsidP="00E4459B"/>
    <w:p w:rsidR="0099734E" w:rsidRDefault="0099734E" w:rsidP="00E4459B"/>
    <w:p w:rsidR="0099734E" w:rsidRDefault="0099734E" w:rsidP="00E4459B"/>
    <w:p w:rsidR="0099734E" w:rsidRDefault="0099734E" w:rsidP="00E4459B"/>
    <w:p w:rsidR="0099734E" w:rsidRDefault="0099734E" w:rsidP="00E4459B"/>
    <w:p w:rsidR="0099734E" w:rsidRDefault="0099734E" w:rsidP="00E4459B"/>
    <w:p w:rsidR="0099734E" w:rsidRPr="00E4459B" w:rsidRDefault="0099734E" w:rsidP="00E4459B"/>
    <w:p w:rsidR="0099734E" w:rsidRPr="00E4459B" w:rsidRDefault="0099734E" w:rsidP="00B858B9">
      <w:pPr>
        <w:pStyle w:val="BodyText"/>
        <w:ind w:firstLine="0"/>
        <w:outlineLvl w:val="0"/>
        <w:rPr>
          <w:rFonts w:ascii="楷体" w:eastAsia="楷体" w:hAnsi="楷体"/>
          <w:b/>
          <w:spacing w:val="150"/>
          <w:sz w:val="80"/>
          <w:szCs w:val="80"/>
        </w:rPr>
      </w:pPr>
      <w:r w:rsidRPr="00E4459B">
        <w:rPr>
          <w:rFonts w:ascii="楷体" w:eastAsia="楷体" w:hAnsi="楷体" w:hint="eastAsia"/>
          <w:b/>
          <w:spacing w:val="150"/>
          <w:sz w:val="80"/>
          <w:szCs w:val="80"/>
        </w:rPr>
        <w:t>毕业设计（论文）</w:t>
      </w:r>
    </w:p>
    <w:p w:rsidR="0099734E" w:rsidRPr="00E4459B" w:rsidRDefault="0099734E" w:rsidP="00E4459B"/>
    <w:p w:rsidR="0099734E" w:rsidRDefault="0099734E" w:rsidP="00E4459B"/>
    <w:p w:rsidR="0099734E" w:rsidRDefault="0099734E" w:rsidP="00E4459B"/>
    <w:p w:rsidR="0099734E" w:rsidRPr="00E4459B" w:rsidRDefault="0099734E" w:rsidP="00E4459B"/>
    <w:p w:rsidR="0099734E" w:rsidRPr="00545B1F" w:rsidRDefault="0099734E" w:rsidP="00B858B9">
      <w:pPr>
        <w:pStyle w:val="BodyText"/>
        <w:tabs>
          <w:tab w:val="left" w:pos="840"/>
          <w:tab w:val="left" w:pos="945"/>
          <w:tab w:val="left" w:pos="1260"/>
          <w:tab w:val="left" w:pos="1470"/>
          <w:tab w:val="left" w:pos="2375"/>
        </w:tabs>
        <w:ind w:firstLine="0"/>
        <w:jc w:val="both"/>
        <w:rPr>
          <w:sz w:val="32"/>
          <w:szCs w:val="32"/>
          <w:u w:val="single"/>
        </w:rPr>
      </w:pPr>
      <w:r w:rsidRPr="00545B1F">
        <w:rPr>
          <w:rFonts w:ascii="宋体" w:hAnsi="宋体"/>
          <w:b/>
          <w:sz w:val="32"/>
          <w:szCs w:val="32"/>
        </w:rPr>
        <w:t xml:space="preserve">     </w:t>
      </w:r>
      <w:r>
        <w:rPr>
          <w:rFonts w:ascii="宋体" w:hAnsi="宋体"/>
          <w:b/>
          <w:sz w:val="32"/>
          <w:szCs w:val="32"/>
        </w:rPr>
        <w:t xml:space="preserve"> </w:t>
      </w:r>
      <w:r w:rsidRPr="00545B1F">
        <w:rPr>
          <w:rFonts w:hint="eastAsia"/>
          <w:b/>
          <w:sz w:val="32"/>
          <w:szCs w:val="32"/>
        </w:rPr>
        <w:t>论文题目：</w:t>
      </w:r>
      <w:r w:rsidRPr="00545B1F">
        <w:rPr>
          <w:sz w:val="32"/>
          <w:szCs w:val="32"/>
          <w:u w:val="single"/>
        </w:rPr>
        <w:t xml:space="preserve">                            </w:t>
      </w:r>
      <w:r>
        <w:rPr>
          <w:sz w:val="32"/>
          <w:szCs w:val="32"/>
          <w:u w:val="single"/>
        </w:rPr>
        <w:t xml:space="preserve"> </w:t>
      </w:r>
      <w:r w:rsidRPr="00545B1F">
        <w:rPr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</w:t>
      </w:r>
      <w:r w:rsidRPr="00545B1F">
        <w:rPr>
          <w:sz w:val="32"/>
          <w:szCs w:val="32"/>
          <w:u w:val="single"/>
        </w:rPr>
        <w:t xml:space="preserve"> </w:t>
      </w:r>
    </w:p>
    <w:p w:rsidR="0099734E" w:rsidRDefault="0099734E" w:rsidP="00B858B9">
      <w:pPr>
        <w:pStyle w:val="BodyText"/>
        <w:tabs>
          <w:tab w:val="left" w:pos="945"/>
          <w:tab w:val="left" w:pos="2520"/>
          <w:tab w:val="left" w:pos="2835"/>
        </w:tabs>
        <w:ind w:firstLine="0"/>
        <w:jc w:val="both"/>
        <w:rPr>
          <w:sz w:val="32"/>
          <w:szCs w:val="32"/>
          <w:u w:val="single"/>
        </w:rPr>
      </w:pPr>
      <w:r w:rsidRPr="00545B1F">
        <w:rPr>
          <w:sz w:val="32"/>
          <w:szCs w:val="32"/>
        </w:rPr>
        <w:t xml:space="preserve">               </w:t>
      </w:r>
      <w:r>
        <w:rPr>
          <w:sz w:val="32"/>
          <w:szCs w:val="32"/>
        </w:rPr>
        <w:t xml:space="preserve">  </w:t>
      </w:r>
      <w:r w:rsidRPr="00545B1F">
        <w:rPr>
          <w:sz w:val="32"/>
          <w:szCs w:val="32"/>
          <w:u w:val="single"/>
        </w:rPr>
        <w:t xml:space="preserve">                             </w:t>
      </w:r>
      <w:r>
        <w:rPr>
          <w:sz w:val="32"/>
          <w:szCs w:val="32"/>
          <w:u w:val="single"/>
        </w:rPr>
        <w:t xml:space="preserve">  </w:t>
      </w:r>
    </w:p>
    <w:p w:rsidR="0099734E" w:rsidRPr="00545B1F" w:rsidRDefault="0099734E" w:rsidP="00B858B9">
      <w:pPr>
        <w:pStyle w:val="BodyText"/>
        <w:tabs>
          <w:tab w:val="left" w:pos="1050"/>
          <w:tab w:val="left" w:pos="1470"/>
          <w:tab w:val="left" w:pos="2375"/>
        </w:tabs>
        <w:ind w:firstLine="0"/>
        <w:jc w:val="both"/>
        <w:rPr>
          <w:rFonts w:ascii="宋体"/>
          <w:b/>
          <w:sz w:val="32"/>
          <w:szCs w:val="32"/>
          <w:u w:val="single"/>
        </w:rPr>
      </w:pPr>
      <w:r w:rsidRPr="00545B1F">
        <w:rPr>
          <w:rFonts w:ascii="宋体" w:hAnsi="宋体"/>
          <w:b/>
          <w:sz w:val="32"/>
          <w:szCs w:val="32"/>
        </w:rPr>
        <w:t xml:space="preserve">     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>姓</w:t>
      </w:r>
      <w:r>
        <w:rPr>
          <w:rFonts w:ascii="宋体" w:hAnsi="宋体"/>
          <w:b/>
          <w:sz w:val="32"/>
          <w:szCs w:val="32"/>
        </w:rPr>
        <w:t xml:space="preserve">    </w:t>
      </w:r>
      <w:r>
        <w:rPr>
          <w:rFonts w:ascii="宋体" w:hAnsi="宋体" w:hint="eastAsia"/>
          <w:b/>
          <w:sz w:val="32"/>
          <w:szCs w:val="32"/>
        </w:rPr>
        <w:t>名</w:t>
      </w:r>
      <w:r w:rsidRPr="00545B1F">
        <w:rPr>
          <w:rFonts w:ascii="宋体" w:hAnsi="宋体" w:hint="eastAsia"/>
          <w:b/>
          <w:sz w:val="32"/>
          <w:szCs w:val="32"/>
        </w:rPr>
        <w:t>：</w:t>
      </w:r>
      <w:r w:rsidRPr="00545B1F">
        <w:rPr>
          <w:rFonts w:ascii="宋体" w:hAnsi="宋体"/>
          <w:b/>
          <w:sz w:val="32"/>
          <w:szCs w:val="32"/>
          <w:u w:val="single"/>
        </w:rPr>
        <w:t xml:space="preserve">                              </w:t>
      </w:r>
      <w:r>
        <w:rPr>
          <w:rFonts w:ascii="宋体" w:hAnsi="宋体"/>
          <w:b/>
          <w:sz w:val="32"/>
          <w:szCs w:val="32"/>
          <w:u w:val="single"/>
        </w:rPr>
        <w:t xml:space="preserve">  </w:t>
      </w:r>
    </w:p>
    <w:p w:rsidR="0099734E" w:rsidRDefault="0099734E" w:rsidP="00B858B9">
      <w:pPr>
        <w:pStyle w:val="BodyText"/>
        <w:tabs>
          <w:tab w:val="left" w:pos="1575"/>
          <w:tab w:val="left" w:pos="2375"/>
        </w:tabs>
        <w:ind w:firstLine="0"/>
        <w:jc w:val="both"/>
        <w:rPr>
          <w:rFonts w:ascii="宋体"/>
          <w:b/>
          <w:sz w:val="32"/>
          <w:szCs w:val="32"/>
          <w:u w:val="single"/>
        </w:rPr>
      </w:pPr>
      <w:r w:rsidRPr="00545B1F">
        <w:rPr>
          <w:rFonts w:ascii="宋体" w:hAnsi="宋体"/>
          <w:b/>
          <w:sz w:val="32"/>
          <w:szCs w:val="32"/>
        </w:rPr>
        <w:t xml:space="preserve">     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>学</w:t>
      </w:r>
      <w:r>
        <w:rPr>
          <w:rFonts w:ascii="宋体" w:hAnsi="宋体"/>
          <w:b/>
          <w:sz w:val="32"/>
          <w:szCs w:val="32"/>
        </w:rPr>
        <w:t xml:space="preserve">    </w:t>
      </w:r>
      <w:r>
        <w:rPr>
          <w:rFonts w:ascii="宋体" w:hAnsi="宋体" w:hint="eastAsia"/>
          <w:b/>
          <w:sz w:val="32"/>
          <w:szCs w:val="32"/>
        </w:rPr>
        <w:t>号</w:t>
      </w:r>
      <w:r w:rsidRPr="00545B1F">
        <w:rPr>
          <w:rFonts w:ascii="宋体" w:hAnsi="宋体" w:hint="eastAsia"/>
          <w:b/>
          <w:sz w:val="32"/>
          <w:szCs w:val="32"/>
        </w:rPr>
        <w:t>：</w:t>
      </w:r>
      <w:r w:rsidRPr="00545B1F">
        <w:rPr>
          <w:rFonts w:ascii="宋体" w:hAnsi="宋体"/>
          <w:b/>
          <w:sz w:val="32"/>
          <w:szCs w:val="32"/>
          <w:u w:val="single"/>
        </w:rPr>
        <w:t xml:space="preserve">                              </w:t>
      </w:r>
      <w:r>
        <w:rPr>
          <w:rFonts w:ascii="宋体" w:hAnsi="宋体"/>
          <w:b/>
          <w:sz w:val="32"/>
          <w:szCs w:val="32"/>
          <w:u w:val="single"/>
        </w:rPr>
        <w:t xml:space="preserve">  </w:t>
      </w:r>
    </w:p>
    <w:p w:rsidR="0099734E" w:rsidRPr="00545B1F" w:rsidRDefault="0099734E" w:rsidP="00856B20">
      <w:pPr>
        <w:pStyle w:val="BodyText"/>
        <w:tabs>
          <w:tab w:val="left" w:pos="1575"/>
          <w:tab w:val="left" w:pos="2375"/>
        </w:tabs>
        <w:ind w:firstLineChars="300" w:firstLine="31680"/>
        <w:jc w:val="both"/>
        <w:rPr>
          <w:rFonts w:asci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bCs/>
          <w:sz w:val="32"/>
          <w:szCs w:val="32"/>
        </w:rPr>
        <w:t>学</w:t>
      </w:r>
      <w:r>
        <w:rPr>
          <w:rFonts w:ascii="宋体" w:hAnsi="宋体"/>
          <w:b/>
          <w:bCs/>
          <w:sz w:val="32"/>
          <w:szCs w:val="32"/>
        </w:rPr>
        <w:t xml:space="preserve">    </w:t>
      </w:r>
      <w:r>
        <w:rPr>
          <w:rFonts w:ascii="宋体" w:hAnsi="宋体" w:hint="eastAsia"/>
          <w:b/>
          <w:bCs/>
          <w:sz w:val="32"/>
          <w:szCs w:val="32"/>
        </w:rPr>
        <w:t>院</w:t>
      </w:r>
      <w:r w:rsidRPr="00545B1F">
        <w:rPr>
          <w:rFonts w:ascii="宋体" w:hAnsi="宋体" w:hint="eastAsia"/>
          <w:b/>
          <w:bCs/>
          <w:sz w:val="32"/>
          <w:szCs w:val="32"/>
        </w:rPr>
        <w:t>：</w:t>
      </w:r>
      <w:r w:rsidRPr="00545B1F">
        <w:rPr>
          <w:rFonts w:ascii="宋体" w:hAnsi="宋体"/>
          <w:b/>
          <w:bCs/>
          <w:sz w:val="32"/>
          <w:szCs w:val="32"/>
          <w:u w:val="single"/>
        </w:rPr>
        <w:t xml:space="preserve">    </w:t>
      </w:r>
      <w:bookmarkStart w:id="0" w:name="_GoBack"/>
      <w:bookmarkEnd w:id="0"/>
      <w:r w:rsidRPr="00545B1F">
        <w:rPr>
          <w:rFonts w:ascii="宋体" w:hAnsi="宋体"/>
          <w:b/>
          <w:bCs/>
          <w:sz w:val="32"/>
          <w:szCs w:val="32"/>
          <w:u w:val="single"/>
        </w:rPr>
        <w:t xml:space="preserve">                          </w:t>
      </w:r>
      <w:r>
        <w:rPr>
          <w:rFonts w:ascii="宋体" w:hAnsi="宋体"/>
          <w:b/>
          <w:bCs/>
          <w:sz w:val="32"/>
          <w:szCs w:val="32"/>
          <w:u w:val="single"/>
        </w:rPr>
        <w:t xml:space="preserve">  </w:t>
      </w:r>
    </w:p>
    <w:p w:rsidR="0099734E" w:rsidRPr="00545B1F" w:rsidRDefault="0099734E" w:rsidP="00B858B9">
      <w:pPr>
        <w:pStyle w:val="BodyText"/>
        <w:tabs>
          <w:tab w:val="left" w:pos="1470"/>
          <w:tab w:val="left" w:pos="2375"/>
        </w:tabs>
        <w:ind w:firstLine="0"/>
        <w:jc w:val="both"/>
        <w:rPr>
          <w:rFonts w:ascii="宋体"/>
          <w:b/>
          <w:sz w:val="32"/>
          <w:szCs w:val="32"/>
        </w:rPr>
      </w:pPr>
      <w:r w:rsidRPr="00545B1F">
        <w:rPr>
          <w:rFonts w:ascii="宋体" w:hAnsi="宋体"/>
          <w:b/>
          <w:sz w:val="32"/>
          <w:szCs w:val="32"/>
        </w:rPr>
        <w:t xml:space="preserve">     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bCs/>
          <w:sz w:val="32"/>
          <w:szCs w:val="32"/>
        </w:rPr>
        <w:t>专</w:t>
      </w:r>
      <w:r>
        <w:rPr>
          <w:rFonts w:ascii="宋体" w:hAnsi="宋体"/>
          <w:b/>
          <w:bCs/>
          <w:sz w:val="32"/>
          <w:szCs w:val="32"/>
        </w:rPr>
        <w:t xml:space="preserve">    </w:t>
      </w:r>
      <w:r>
        <w:rPr>
          <w:rFonts w:ascii="宋体" w:hAnsi="宋体" w:hint="eastAsia"/>
          <w:b/>
          <w:bCs/>
          <w:sz w:val="32"/>
          <w:szCs w:val="32"/>
        </w:rPr>
        <w:t>业</w:t>
      </w:r>
      <w:r w:rsidRPr="00545B1F">
        <w:rPr>
          <w:rFonts w:ascii="宋体" w:hAnsi="宋体" w:hint="eastAsia"/>
          <w:b/>
          <w:bCs/>
          <w:sz w:val="32"/>
          <w:szCs w:val="32"/>
        </w:rPr>
        <w:t>：</w:t>
      </w:r>
      <w:r w:rsidRPr="00545B1F">
        <w:rPr>
          <w:rFonts w:ascii="宋体" w:hAnsi="宋体"/>
          <w:b/>
          <w:bCs/>
          <w:sz w:val="32"/>
          <w:szCs w:val="32"/>
          <w:u w:val="single"/>
        </w:rPr>
        <w:t xml:space="preserve">                              </w:t>
      </w:r>
      <w:r>
        <w:rPr>
          <w:rFonts w:ascii="宋体" w:hAnsi="宋体"/>
          <w:b/>
          <w:bCs/>
          <w:sz w:val="32"/>
          <w:szCs w:val="32"/>
          <w:u w:val="single"/>
        </w:rPr>
        <w:t xml:space="preserve">  </w:t>
      </w:r>
    </w:p>
    <w:p w:rsidR="0099734E" w:rsidRPr="00545B1F" w:rsidRDefault="0099734E" w:rsidP="00E12F8B">
      <w:pPr>
        <w:pStyle w:val="BodyText"/>
        <w:tabs>
          <w:tab w:val="left" w:pos="1575"/>
          <w:tab w:val="left" w:pos="2375"/>
        </w:tabs>
        <w:ind w:firstLine="0"/>
        <w:jc w:val="both"/>
        <w:rPr>
          <w:rFonts w:ascii="宋体"/>
          <w:b/>
          <w:sz w:val="32"/>
          <w:szCs w:val="32"/>
        </w:rPr>
      </w:pPr>
      <w:r w:rsidRPr="00545B1F">
        <w:rPr>
          <w:rFonts w:ascii="宋体" w:hAnsi="宋体"/>
          <w:b/>
          <w:sz w:val="32"/>
          <w:szCs w:val="32"/>
        </w:rPr>
        <w:t xml:space="preserve">   </w:t>
      </w:r>
      <w:r>
        <w:rPr>
          <w:rFonts w:ascii="宋体" w:hAnsi="宋体"/>
          <w:b/>
          <w:sz w:val="32"/>
          <w:szCs w:val="32"/>
        </w:rPr>
        <w:t xml:space="preserve"> </w:t>
      </w:r>
      <w:r w:rsidRPr="00545B1F">
        <w:rPr>
          <w:rFonts w:ascii="宋体" w:hAnsi="宋体"/>
          <w:b/>
          <w:sz w:val="32"/>
          <w:szCs w:val="32"/>
        </w:rPr>
        <w:t xml:space="preserve"> 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>指导教师</w:t>
      </w:r>
      <w:r w:rsidRPr="00545B1F">
        <w:rPr>
          <w:rFonts w:ascii="宋体" w:hAnsi="宋体" w:hint="eastAsia"/>
          <w:b/>
          <w:sz w:val="32"/>
          <w:szCs w:val="32"/>
        </w:rPr>
        <w:t>：</w:t>
      </w:r>
      <w:r w:rsidRPr="00545B1F">
        <w:rPr>
          <w:rFonts w:ascii="宋体" w:hAnsi="宋体"/>
          <w:sz w:val="32"/>
          <w:szCs w:val="32"/>
          <w:u w:val="single"/>
        </w:rPr>
        <w:t xml:space="preserve">                             </w:t>
      </w:r>
      <w:r>
        <w:rPr>
          <w:rFonts w:ascii="宋体" w:hAnsi="宋体"/>
          <w:sz w:val="32"/>
          <w:szCs w:val="32"/>
          <w:u w:val="single"/>
        </w:rPr>
        <w:t xml:space="preserve"> </w:t>
      </w:r>
      <w:r w:rsidRPr="00545B1F">
        <w:rPr>
          <w:rFonts w:ascii="宋体" w:hAnsi="宋体"/>
          <w:sz w:val="32"/>
          <w:szCs w:val="32"/>
          <w:u w:val="single"/>
        </w:rPr>
        <w:t xml:space="preserve"> </w:t>
      </w:r>
      <w:r>
        <w:rPr>
          <w:rFonts w:ascii="宋体" w:hAnsi="宋体"/>
          <w:sz w:val="32"/>
          <w:szCs w:val="32"/>
          <w:u w:val="single"/>
        </w:rPr>
        <w:t xml:space="preserve"> </w:t>
      </w:r>
    </w:p>
    <w:p w:rsidR="0099734E" w:rsidRDefault="0099734E" w:rsidP="00E12F8B">
      <w:pPr>
        <w:pStyle w:val="BodyText"/>
        <w:tabs>
          <w:tab w:val="left" w:pos="840"/>
          <w:tab w:val="left" w:pos="1470"/>
          <w:tab w:val="left" w:pos="2375"/>
        </w:tabs>
        <w:ind w:firstLine="0"/>
        <w:jc w:val="both"/>
        <w:rPr>
          <w:sz w:val="36"/>
        </w:rPr>
      </w:pPr>
      <w:r w:rsidRPr="00545B1F">
        <w:rPr>
          <w:rFonts w:ascii="宋体" w:hAnsi="宋体"/>
          <w:b/>
          <w:sz w:val="32"/>
          <w:szCs w:val="32"/>
        </w:rPr>
        <w:t xml:space="preserve">      </w:t>
      </w:r>
      <w:r w:rsidRPr="00545B1F">
        <w:rPr>
          <w:rFonts w:ascii="宋体" w:hAnsi="宋体" w:hint="eastAsia"/>
          <w:b/>
          <w:sz w:val="32"/>
          <w:szCs w:val="32"/>
        </w:rPr>
        <w:t>完成时间：</w:t>
      </w:r>
      <w:r w:rsidRPr="00545B1F">
        <w:rPr>
          <w:rFonts w:ascii="宋体" w:hAnsi="宋体"/>
          <w:b/>
          <w:sz w:val="32"/>
          <w:szCs w:val="32"/>
          <w:u w:val="single"/>
        </w:rPr>
        <w:t xml:space="preserve">                             </w:t>
      </w:r>
      <w:r>
        <w:rPr>
          <w:rFonts w:ascii="宋体" w:hAnsi="宋体"/>
          <w:b/>
          <w:sz w:val="32"/>
          <w:szCs w:val="32"/>
          <w:u w:val="single"/>
        </w:rPr>
        <w:t xml:space="preserve"> </w:t>
      </w:r>
      <w:r w:rsidRPr="00545B1F">
        <w:rPr>
          <w:rFonts w:ascii="宋体" w:hAnsi="宋体"/>
          <w:b/>
          <w:sz w:val="32"/>
          <w:szCs w:val="32"/>
          <w:u w:val="single"/>
        </w:rPr>
        <w:t xml:space="preserve"> </w:t>
      </w:r>
      <w:r>
        <w:rPr>
          <w:rFonts w:ascii="宋体" w:hAnsi="宋体"/>
          <w:b/>
          <w:sz w:val="32"/>
          <w:szCs w:val="32"/>
          <w:u w:val="single"/>
        </w:rPr>
        <w:t xml:space="preserve"> </w:t>
      </w:r>
    </w:p>
    <w:p w:rsidR="0099734E" w:rsidRPr="00B858B9" w:rsidRDefault="0099734E"/>
    <w:sectPr w:rsidR="0099734E" w:rsidRPr="00B858B9" w:rsidSect="007C0B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34E" w:rsidRDefault="0099734E" w:rsidP="00BA4C34">
      <w:r>
        <w:separator/>
      </w:r>
    </w:p>
  </w:endnote>
  <w:endnote w:type="continuationSeparator" w:id="0">
    <w:p w:rsidR="0099734E" w:rsidRDefault="0099734E" w:rsidP="00BA4C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34E" w:rsidRDefault="0099734E" w:rsidP="00BA4C34">
      <w:r>
        <w:separator/>
      </w:r>
    </w:p>
  </w:footnote>
  <w:footnote w:type="continuationSeparator" w:id="0">
    <w:p w:rsidR="0099734E" w:rsidRDefault="0099734E" w:rsidP="00BA4C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7861F6A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418288D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FA74CD0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18DE622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8F72959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2B0CFB0C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2E9ECE8A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0F082808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C9823A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7465C7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58B9"/>
    <w:rsid w:val="0000436A"/>
    <w:rsid w:val="000275B9"/>
    <w:rsid w:val="000305AD"/>
    <w:rsid w:val="0007260E"/>
    <w:rsid w:val="00082390"/>
    <w:rsid w:val="0009104D"/>
    <w:rsid w:val="00096F78"/>
    <w:rsid w:val="000D0BA2"/>
    <w:rsid w:val="000D1524"/>
    <w:rsid w:val="000F0C86"/>
    <w:rsid w:val="00123329"/>
    <w:rsid w:val="00127B4A"/>
    <w:rsid w:val="00130639"/>
    <w:rsid w:val="00193EFC"/>
    <w:rsid w:val="00196AB3"/>
    <w:rsid w:val="001A662C"/>
    <w:rsid w:val="001D359B"/>
    <w:rsid w:val="001F4629"/>
    <w:rsid w:val="00206F5A"/>
    <w:rsid w:val="002176D0"/>
    <w:rsid w:val="00236AE0"/>
    <w:rsid w:val="00244876"/>
    <w:rsid w:val="00260F43"/>
    <w:rsid w:val="002C59A1"/>
    <w:rsid w:val="00325156"/>
    <w:rsid w:val="00340D92"/>
    <w:rsid w:val="00354000"/>
    <w:rsid w:val="00354419"/>
    <w:rsid w:val="003A2927"/>
    <w:rsid w:val="003B41A1"/>
    <w:rsid w:val="003E108E"/>
    <w:rsid w:val="003E6A7B"/>
    <w:rsid w:val="00421F1F"/>
    <w:rsid w:val="0043319D"/>
    <w:rsid w:val="004550A5"/>
    <w:rsid w:val="00463065"/>
    <w:rsid w:val="004633B1"/>
    <w:rsid w:val="00476789"/>
    <w:rsid w:val="00481BF9"/>
    <w:rsid w:val="004872F5"/>
    <w:rsid w:val="004A7391"/>
    <w:rsid w:val="004C0991"/>
    <w:rsid w:val="004D6352"/>
    <w:rsid w:val="004F208A"/>
    <w:rsid w:val="004F23B6"/>
    <w:rsid w:val="00531C0E"/>
    <w:rsid w:val="00536A09"/>
    <w:rsid w:val="00541FDD"/>
    <w:rsid w:val="00545B1F"/>
    <w:rsid w:val="005B6A30"/>
    <w:rsid w:val="005D35FA"/>
    <w:rsid w:val="0063220C"/>
    <w:rsid w:val="00641AD2"/>
    <w:rsid w:val="00655121"/>
    <w:rsid w:val="006744D8"/>
    <w:rsid w:val="00694A66"/>
    <w:rsid w:val="006B7F43"/>
    <w:rsid w:val="006C3D17"/>
    <w:rsid w:val="006D0BD6"/>
    <w:rsid w:val="00703023"/>
    <w:rsid w:val="00710A2E"/>
    <w:rsid w:val="0077427C"/>
    <w:rsid w:val="00780791"/>
    <w:rsid w:val="007C0BDF"/>
    <w:rsid w:val="007D1F7A"/>
    <w:rsid w:val="00817BE5"/>
    <w:rsid w:val="0085151C"/>
    <w:rsid w:val="00856B20"/>
    <w:rsid w:val="008818A5"/>
    <w:rsid w:val="008A446B"/>
    <w:rsid w:val="008B1CFD"/>
    <w:rsid w:val="008E003E"/>
    <w:rsid w:val="00926216"/>
    <w:rsid w:val="0094606D"/>
    <w:rsid w:val="009562A1"/>
    <w:rsid w:val="0099734E"/>
    <w:rsid w:val="009A0E01"/>
    <w:rsid w:val="009B5629"/>
    <w:rsid w:val="009F07CE"/>
    <w:rsid w:val="00A2072B"/>
    <w:rsid w:val="00A239F2"/>
    <w:rsid w:val="00A31375"/>
    <w:rsid w:val="00A36309"/>
    <w:rsid w:val="00AB27BB"/>
    <w:rsid w:val="00AF053C"/>
    <w:rsid w:val="00B06F68"/>
    <w:rsid w:val="00B22C4A"/>
    <w:rsid w:val="00B703BA"/>
    <w:rsid w:val="00B858B9"/>
    <w:rsid w:val="00BA4C34"/>
    <w:rsid w:val="00BB18C9"/>
    <w:rsid w:val="00BB3CC1"/>
    <w:rsid w:val="00BC5BD5"/>
    <w:rsid w:val="00BD0DB7"/>
    <w:rsid w:val="00BD2265"/>
    <w:rsid w:val="00BF6649"/>
    <w:rsid w:val="00C44FE3"/>
    <w:rsid w:val="00CB14E6"/>
    <w:rsid w:val="00CD2154"/>
    <w:rsid w:val="00D12403"/>
    <w:rsid w:val="00D232B8"/>
    <w:rsid w:val="00D41518"/>
    <w:rsid w:val="00D55BE8"/>
    <w:rsid w:val="00D7622D"/>
    <w:rsid w:val="00D86A77"/>
    <w:rsid w:val="00DB7A76"/>
    <w:rsid w:val="00DC3678"/>
    <w:rsid w:val="00E12F8B"/>
    <w:rsid w:val="00E23613"/>
    <w:rsid w:val="00E35CFD"/>
    <w:rsid w:val="00E4459B"/>
    <w:rsid w:val="00E50081"/>
    <w:rsid w:val="00E64A88"/>
    <w:rsid w:val="00E658C3"/>
    <w:rsid w:val="00E86847"/>
    <w:rsid w:val="00ED02F6"/>
    <w:rsid w:val="00ED65A9"/>
    <w:rsid w:val="00EF0466"/>
    <w:rsid w:val="00F0355D"/>
    <w:rsid w:val="00F306F3"/>
    <w:rsid w:val="00F3733A"/>
    <w:rsid w:val="00F57C71"/>
    <w:rsid w:val="00F71CFF"/>
    <w:rsid w:val="00F74A9B"/>
    <w:rsid w:val="00F81F24"/>
    <w:rsid w:val="00F90BDF"/>
    <w:rsid w:val="00FA2DDE"/>
    <w:rsid w:val="00FE2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8B9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封面文字"/>
    <w:basedOn w:val="Normal"/>
    <w:link w:val="BodyTextChar"/>
    <w:uiPriority w:val="99"/>
    <w:rsid w:val="00B858B9"/>
    <w:pPr>
      <w:widowControl/>
      <w:spacing w:after="220" w:line="180" w:lineRule="atLeast"/>
      <w:ind w:firstLine="476"/>
      <w:jc w:val="center"/>
    </w:pPr>
    <w:rPr>
      <w:kern w:val="0"/>
      <w:sz w:val="30"/>
      <w:szCs w:val="20"/>
    </w:rPr>
  </w:style>
  <w:style w:type="character" w:customStyle="1" w:styleId="BodyTextChar">
    <w:name w:val="Body Text Char"/>
    <w:aliases w:val="封面文字 Char"/>
    <w:basedOn w:val="DefaultParagraphFont"/>
    <w:link w:val="BodyText"/>
    <w:uiPriority w:val="99"/>
    <w:locked/>
    <w:rsid w:val="00B858B9"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a">
    <w:name w:val="说明文字"/>
    <w:basedOn w:val="Normal"/>
    <w:uiPriority w:val="99"/>
    <w:rsid w:val="00B858B9"/>
    <w:pPr>
      <w:widowControl/>
      <w:ind w:firstLineChars="200" w:firstLine="200"/>
    </w:pPr>
    <w:rPr>
      <w:kern w:val="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858B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58B9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BA4C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A4C34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BA4C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A4C3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1</Pages>
  <Words>57</Words>
  <Characters>326</Characters>
  <Application>Microsoft Office Outlook</Application>
  <DocSecurity>0</DocSecurity>
  <Lines>0</Lines>
  <Paragraphs>0</Paragraphs>
  <ScaleCrop>false</ScaleCrop>
  <Company>AHJZU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王涛</dc:creator>
  <cp:keywords/>
  <dc:description/>
  <cp:lastModifiedBy>admin</cp:lastModifiedBy>
  <cp:revision>10</cp:revision>
  <dcterms:created xsi:type="dcterms:W3CDTF">2017-06-01T01:12:00Z</dcterms:created>
  <dcterms:modified xsi:type="dcterms:W3CDTF">2019-04-02T08:14:00Z</dcterms:modified>
</cp:coreProperties>
</file>